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12" w:rsidRDefault="00247C2E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Lesson-Chicken</w:t>
      </w:r>
    </w:p>
    <w:p w:rsidR="00247C2E" w:rsidRDefault="00247C2E">
      <w:pPr>
        <w:rPr>
          <w:sz w:val="32"/>
          <w:szCs w:val="32"/>
        </w:rPr>
      </w:pPr>
      <w:r>
        <w:rPr>
          <w:sz w:val="32"/>
          <w:szCs w:val="32"/>
        </w:rPr>
        <w:t>Objective:  Students will write a simple skit in Spanish, with the 2 characters. They will act out a play where someone keeps interrupting the story.  Will make puppets out of paper bags and make cascarones with eggs</w:t>
      </w:r>
    </w:p>
    <w:p w:rsidR="00247C2E" w:rsidRDefault="00247C2E">
      <w:pPr>
        <w:rPr>
          <w:sz w:val="32"/>
          <w:szCs w:val="32"/>
        </w:rPr>
      </w:pPr>
    </w:p>
    <w:p w:rsidR="00247C2E" w:rsidRDefault="00247C2E">
      <w:pPr>
        <w:rPr>
          <w:sz w:val="32"/>
          <w:szCs w:val="32"/>
        </w:rPr>
      </w:pPr>
      <w:r>
        <w:rPr>
          <w:sz w:val="32"/>
          <w:szCs w:val="32"/>
        </w:rPr>
        <w:t xml:space="preserve">We will conclude our </w:t>
      </w:r>
      <w:r w:rsidR="00ED5F03">
        <w:rPr>
          <w:sz w:val="32"/>
          <w:szCs w:val="32"/>
        </w:rPr>
        <w:t>lesson</w:t>
      </w:r>
      <w:r>
        <w:rPr>
          <w:sz w:val="32"/>
          <w:szCs w:val="32"/>
        </w:rPr>
        <w:t xml:space="preserve"> with a class discussion.</w:t>
      </w:r>
      <w:r w:rsidR="00ED5F03">
        <w:rPr>
          <w:sz w:val="32"/>
          <w:szCs w:val="32"/>
        </w:rPr>
        <w:t xml:space="preserve"> These are some questions:  Have you ever interrupted anyone?  What are some techniques you can use to stop interrupting someone?  Why is it important to be polite and not interrupt others?</w:t>
      </w:r>
    </w:p>
    <w:p w:rsidR="00ED5F03" w:rsidRDefault="00ED5F03">
      <w:pPr>
        <w:rPr>
          <w:sz w:val="32"/>
          <w:szCs w:val="32"/>
        </w:rPr>
      </w:pPr>
    </w:p>
    <w:p w:rsidR="00ED5F03" w:rsidRPr="00247C2E" w:rsidRDefault="00ED5F03">
      <w:pPr>
        <w:rPr>
          <w:sz w:val="36"/>
          <w:szCs w:val="36"/>
        </w:rPr>
      </w:pPr>
      <w:r>
        <w:rPr>
          <w:sz w:val="32"/>
          <w:szCs w:val="32"/>
        </w:rPr>
        <w:t>Materials:  Art supplies, paper bags, the story book, Interrupting chicken.</w:t>
      </w:r>
    </w:p>
    <w:sectPr w:rsidR="00ED5F03" w:rsidRPr="00247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2E"/>
    <w:rsid w:val="002417DE"/>
    <w:rsid w:val="00247C2E"/>
    <w:rsid w:val="005D7680"/>
    <w:rsid w:val="00C05F12"/>
    <w:rsid w:val="00C879FC"/>
    <w:rsid w:val="00E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8352E071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mindy engler</cp:lastModifiedBy>
  <cp:revision>2</cp:revision>
  <dcterms:created xsi:type="dcterms:W3CDTF">2012-03-19T13:07:00Z</dcterms:created>
  <dcterms:modified xsi:type="dcterms:W3CDTF">2012-03-19T13:07:00Z</dcterms:modified>
</cp:coreProperties>
</file>